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4B1598">
        <w:rPr>
          <w:sz w:val="24"/>
          <w:szCs w:val="24"/>
        </w:rPr>
        <w:t>………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A83719" w:rsidRPr="00F62C87" w:rsidRDefault="00A83719" w:rsidP="00A83719">
      <w:pPr>
        <w:jc w:val="center"/>
        <w:rPr>
          <w:sz w:val="24"/>
        </w:rPr>
      </w:pPr>
      <w:r w:rsidRPr="00F62C87">
        <w:rPr>
          <w:b/>
          <w:sz w:val="24"/>
        </w:rPr>
        <w:t xml:space="preserve">Výměna 4 ks rozvaděčových polí, </w:t>
      </w:r>
      <w:r>
        <w:rPr>
          <w:b/>
          <w:sz w:val="24"/>
        </w:rPr>
        <w:t xml:space="preserve">sklad </w:t>
      </w:r>
      <w:r w:rsidRPr="00F62C87">
        <w:rPr>
          <w:b/>
          <w:sz w:val="24"/>
        </w:rPr>
        <w:t>Šlapanov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7"/>
        <w:gridCol w:w="2314"/>
        <w:gridCol w:w="1781"/>
        <w:gridCol w:w="2910"/>
      </w:tblGrid>
      <w:tr w:rsidR="00C30D59" w:rsidRPr="009A21C7" w:rsidTr="00197EB3">
        <w:trPr>
          <w:trHeight w:val="401"/>
        </w:trPr>
        <w:tc>
          <w:tcPr>
            <w:tcW w:w="2567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314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781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9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197EB3" w:rsidRPr="009A21C7" w:rsidTr="00197EB3">
        <w:tc>
          <w:tcPr>
            <w:tcW w:w="2567" w:type="dxa"/>
            <w:vAlign w:val="center"/>
          </w:tcPr>
          <w:p w:rsidR="00197EB3" w:rsidRPr="009A0F9B" w:rsidRDefault="00197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314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 Pecka</w:t>
            </w:r>
          </w:p>
        </w:tc>
        <w:tc>
          <w:tcPr>
            <w:tcW w:w="1781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604 220 361</w:t>
            </w:r>
          </w:p>
        </w:tc>
        <w:tc>
          <w:tcPr>
            <w:tcW w:w="2910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jaroslav.pecka@ceproas.cz</w:t>
            </w:r>
          </w:p>
        </w:tc>
      </w:tr>
      <w:tr w:rsidR="00197EB3" w:rsidRPr="009A21C7" w:rsidTr="00197EB3">
        <w:tc>
          <w:tcPr>
            <w:tcW w:w="2567" w:type="dxa"/>
            <w:vAlign w:val="center"/>
          </w:tcPr>
          <w:p w:rsidR="00197EB3" w:rsidRPr="009A0F9B" w:rsidRDefault="00197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314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 Pecka</w:t>
            </w:r>
          </w:p>
        </w:tc>
        <w:tc>
          <w:tcPr>
            <w:tcW w:w="1781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604 220 361</w:t>
            </w:r>
          </w:p>
        </w:tc>
        <w:tc>
          <w:tcPr>
            <w:tcW w:w="2910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jaroslav.pecka@ceproas.cz</w:t>
            </w:r>
          </w:p>
        </w:tc>
      </w:tr>
      <w:tr w:rsidR="00197EB3" w:rsidRPr="009A21C7" w:rsidTr="00197EB3">
        <w:tc>
          <w:tcPr>
            <w:tcW w:w="2567" w:type="dxa"/>
            <w:vAlign w:val="center"/>
          </w:tcPr>
          <w:p w:rsidR="00197EB3" w:rsidRPr="009A0F9B" w:rsidRDefault="00197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314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 Pecka</w:t>
            </w:r>
          </w:p>
        </w:tc>
        <w:tc>
          <w:tcPr>
            <w:tcW w:w="1781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604 220 361</w:t>
            </w:r>
          </w:p>
        </w:tc>
        <w:tc>
          <w:tcPr>
            <w:tcW w:w="2910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jaroslav.pecka@ceproas.cz</w:t>
            </w:r>
          </w:p>
        </w:tc>
      </w:tr>
      <w:tr w:rsidR="00197EB3" w:rsidRPr="009A21C7" w:rsidTr="00197EB3">
        <w:tc>
          <w:tcPr>
            <w:tcW w:w="2567" w:type="dxa"/>
            <w:vAlign w:val="center"/>
          </w:tcPr>
          <w:p w:rsidR="00197EB3" w:rsidRPr="009A0F9B" w:rsidRDefault="00197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314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 Pecka</w:t>
            </w:r>
          </w:p>
        </w:tc>
        <w:tc>
          <w:tcPr>
            <w:tcW w:w="1781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604 220 361</w:t>
            </w:r>
          </w:p>
        </w:tc>
        <w:tc>
          <w:tcPr>
            <w:tcW w:w="2910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jaroslav.pecka@ceproas.cz</w:t>
            </w:r>
          </w:p>
        </w:tc>
      </w:tr>
      <w:tr w:rsidR="00197EB3" w:rsidRPr="009A21C7" w:rsidTr="00197EB3">
        <w:tc>
          <w:tcPr>
            <w:tcW w:w="2567" w:type="dxa"/>
            <w:vAlign w:val="center"/>
          </w:tcPr>
          <w:p w:rsidR="00197EB3" w:rsidRPr="009A0F9B" w:rsidRDefault="00197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314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Mgr. Jakub Hršel</w:t>
            </w:r>
          </w:p>
        </w:tc>
        <w:tc>
          <w:tcPr>
            <w:tcW w:w="1781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739 240 714</w:t>
            </w:r>
          </w:p>
        </w:tc>
        <w:tc>
          <w:tcPr>
            <w:tcW w:w="2910" w:type="dxa"/>
            <w:vAlign w:val="center"/>
          </w:tcPr>
          <w:p w:rsidR="00197EB3" w:rsidRPr="00197EB3" w:rsidRDefault="00197EB3" w:rsidP="00495DBD">
            <w:pPr>
              <w:jc w:val="left"/>
              <w:rPr>
                <w:sz w:val="16"/>
                <w:szCs w:val="16"/>
              </w:rPr>
            </w:pPr>
            <w:r w:rsidRPr="00197EB3">
              <w:rPr>
                <w:sz w:val="16"/>
                <w:szCs w:val="16"/>
              </w:rPr>
              <w:t>jakub.hrsel@ceproas.cz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497954">
        <w:t>…………</w:t>
      </w:r>
      <w:proofErr w:type="gramStart"/>
      <w:r w:rsidR="00497954">
        <w:t>…..</w:t>
      </w:r>
      <w:r>
        <w:t>, oddíl</w:t>
      </w:r>
      <w:proofErr w:type="gramEnd"/>
      <w:r>
        <w:t xml:space="preserve"> </w:t>
      </w:r>
      <w:r w:rsidR="00497954">
        <w:t>…</w:t>
      </w:r>
      <w:r w:rsidR="00E01835">
        <w:t>,</w:t>
      </w:r>
      <w:r>
        <w:t xml:space="preserve"> vložka </w:t>
      </w:r>
      <w:r w:rsidR="00497954">
        <w:t>…..</w:t>
      </w:r>
      <w:r>
        <w:t>.</w:t>
      </w:r>
    </w:p>
    <w:p w:rsidR="00E01835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C61" w:rsidRDefault="006A3DED" w:rsidP="00C30C61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C9453E">
      <w:pPr>
        <w:pStyle w:val="Odstavec2"/>
      </w:pPr>
      <w:r w:rsidRPr="00176B5F">
        <w:t>Předmětem této Smlouvy je realizace díla „</w:t>
      </w:r>
      <w:r w:rsidR="00C9453E" w:rsidRPr="00C9453E">
        <w:t>Výměna 4 ks rozvaděčových polí, sklad Šlapanov</w:t>
      </w:r>
      <w:r w:rsidRPr="00176B5F">
        <w:t xml:space="preserve">“, které zahrnuje zejména vypracování technologického postupu, </w:t>
      </w:r>
      <w:r w:rsidR="00176B5F" w:rsidRPr="00176B5F">
        <w:t xml:space="preserve">výměnu </w:t>
      </w:r>
      <w:r w:rsidR="00C9453E">
        <w:t>výzbroje 4</w:t>
      </w:r>
      <w:r w:rsidR="00176B5F" w:rsidRPr="00176B5F">
        <w:t xml:space="preserve"> ks </w:t>
      </w:r>
      <w:r w:rsidR="00C9453E">
        <w:t xml:space="preserve">nevyhovujících rozvaděčových polí </w:t>
      </w:r>
      <w:r w:rsidR="00176B5F" w:rsidRPr="00176B5F">
        <w:t xml:space="preserve">pro ovládání </w:t>
      </w:r>
      <w:r w:rsidR="00C9453E">
        <w:t xml:space="preserve">12 ks čerpadel </w:t>
      </w:r>
      <w:r w:rsidR="00176B5F" w:rsidRPr="00176B5F">
        <w:t>za nov</w:t>
      </w:r>
      <w:r w:rsidR="00C9453E">
        <w:t>ou</w:t>
      </w:r>
      <w:r w:rsidR="00176B5F" w:rsidRPr="00176B5F">
        <w:t xml:space="preserve">, </w:t>
      </w:r>
      <w:r w:rsidRPr="00176B5F">
        <w:t xml:space="preserve">vypracování dokumentace skutečného provedení, </w:t>
      </w:r>
      <w:r w:rsidR="00176B5F" w:rsidRPr="00176B5F">
        <w:t xml:space="preserve">vyzkoušení </w:t>
      </w:r>
      <w:proofErr w:type="gramStart"/>
      <w:r w:rsidR="00176B5F" w:rsidRPr="00176B5F">
        <w:t xml:space="preserve">díla a  </w:t>
      </w:r>
      <w:r w:rsidR="00304C2B">
        <w:t>jeho</w:t>
      </w:r>
      <w:proofErr w:type="gramEnd"/>
      <w:r w:rsidR="00304C2B">
        <w:t xml:space="preserve">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91574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A1798D">
        <w:t>23.1.2015</w:t>
      </w:r>
      <w:bookmarkStart w:id="0" w:name="_GoBack"/>
      <w:bookmarkEnd w:id="0"/>
      <w:r>
        <w:t xml:space="preserve"> k zakázce č.</w:t>
      </w:r>
      <w:r w:rsidR="00075F35">
        <w:t xml:space="preserve"> 00</w:t>
      </w:r>
      <w:r w:rsidR="008F4DE7">
        <w:t>9</w:t>
      </w:r>
      <w:r w:rsidR="00075F35">
        <w:t>/1</w:t>
      </w:r>
      <w:r w:rsidR="00A91574">
        <w:t>5</w:t>
      </w:r>
      <w:r w:rsidR="00075F35">
        <w:t>/OCN</w:t>
      </w:r>
      <w:r>
        <w:t>, nazvané „</w:t>
      </w:r>
      <w:r w:rsidR="008F4DE7" w:rsidRPr="00C9453E">
        <w:t>Výměna 4 ks rozvaděčových polí, sklad Šlapanov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A91574">
        <w:t>…………</w:t>
      </w:r>
      <w:proofErr w:type="gramStart"/>
      <w:r w:rsidR="00A91574">
        <w:t>….</w:t>
      </w:r>
      <w:r>
        <w:t>ze</w:t>
      </w:r>
      <w:proofErr w:type="gramEnd"/>
      <w:r>
        <w:t xml:space="preserve"> dne </w:t>
      </w:r>
      <w:r w:rsidR="00A91574">
        <w:t>………………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D40059" w:rsidRDefault="00D40059" w:rsidP="00D40059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D40059" w:rsidRDefault="00D40059" w:rsidP="00D40059">
      <w:pPr>
        <w:pStyle w:val="Odstavec2"/>
      </w:pPr>
      <w:r>
        <w:t xml:space="preserve">Zhotovitel se zavazuje nejpozději před zahájením vlastních prací na Díle předat Objednateli jmenný seznam pracovníků a osob na straně Zhotovitele podílejících se na Díle a rovněž seznam </w:t>
      </w:r>
      <w:r>
        <w:lastRenderedPageBreak/>
        <w:t>techniky a vozidel, jež bude Zhotovitel užívat a pro něž Objednatel zajistí povolení pro vstup a vjezd na Staveniště do areálu skladu pohonných hmot.</w:t>
      </w:r>
    </w:p>
    <w:p w:rsidR="00D40059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362AD8">
        <w:t>S</w:t>
      </w:r>
      <w:r w:rsidRPr="00DD57F1">
        <w:t>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r w:rsidR="009B3AB1">
        <w:t xml:space="preserve">Šlapanov, PSČ </w:t>
      </w:r>
      <w:proofErr w:type="gramStart"/>
      <w:r w:rsidR="009B3AB1">
        <w:t>582 51</w:t>
      </w:r>
      <w:r w:rsidR="009B3AB1" w:rsidRPr="009574B8">
        <w:t xml:space="preserve"> </w:t>
      </w:r>
      <w:r w:rsidR="00362AD8">
        <w:t xml:space="preserve"> – objekt</w:t>
      </w:r>
      <w:proofErr w:type="gramEnd"/>
      <w:r w:rsidR="00362AD8">
        <w:t xml:space="preserve"> č. 22</w:t>
      </w:r>
      <w:r w:rsidR="009B3AB1">
        <w:t>6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</w:t>
      </w:r>
      <w:r w:rsidR="009B3AB1">
        <w:t xml:space="preserve">března </w:t>
      </w:r>
      <w:r w:rsidR="00362AD8">
        <w:t>roku 201</w:t>
      </w:r>
      <w:r w:rsidR="009811FB">
        <w:t>5</w:t>
      </w:r>
      <w:r w:rsidR="00362AD8">
        <w:t xml:space="preserve">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0E447C" w:rsidRPr="00EA3690">
        <w:t xml:space="preserve"> </w:t>
      </w:r>
      <w:r w:rsidR="00562929">
        <w:t xml:space="preserve"> </w:t>
      </w:r>
      <w:r w:rsidR="009B3AB1">
        <w:t>7</w:t>
      </w:r>
      <w:r w:rsidR="00562929">
        <w:t xml:space="preserve"> </w:t>
      </w:r>
      <w:r w:rsidR="00861CFF">
        <w:t xml:space="preserve">pracovních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 do</w:t>
      </w:r>
      <w:proofErr w:type="gramEnd"/>
      <w:r w:rsidR="00562929">
        <w:t xml:space="preserve"> </w:t>
      </w:r>
      <w:r w:rsidR="009B3AB1">
        <w:t xml:space="preserve">7 </w:t>
      </w:r>
      <w:r w:rsidR="00861CFF">
        <w:t xml:space="preserve">pracovních </w:t>
      </w:r>
      <w:r w:rsidR="009B3AB1">
        <w:t>dnů od zahájení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proofErr w:type="gramStart"/>
      <w:r w:rsidRPr="00705936">
        <w:t>části</w:t>
      </w:r>
      <w:r w:rsidR="006833FC" w:rsidRPr="00705936">
        <w:t>.</w:t>
      </w:r>
      <w:r w:rsidRPr="00705936">
        <w:t xml:space="preserve"> </w:t>
      </w:r>
      <w:r w:rsidR="006833FC" w:rsidRPr="00705936">
        <w:t>.</w:t>
      </w:r>
      <w:proofErr w:type="gramEnd"/>
    </w:p>
    <w:p w:rsidR="00AF48B1" w:rsidRPr="00705936" w:rsidRDefault="00AF48B1" w:rsidP="00FF2BD2">
      <w:pPr>
        <w:pStyle w:val="Odstavec3"/>
      </w:pPr>
      <w:r w:rsidRPr="00E82F66">
        <w:t xml:space="preserve">Přípravné práce budou probíhat v pracovní dny a </w:t>
      </w:r>
      <w:r>
        <w:t>rozvaděčová pole</w:t>
      </w:r>
      <w:r w:rsidRPr="00E82F66">
        <w:t xml:space="preserve"> budou vyměňovány jednorázově (ne etapově) </w:t>
      </w:r>
      <w:r w:rsidR="00D40059">
        <w:t>v souladu s Harm</w:t>
      </w:r>
      <w:r w:rsidR="00FF2BD2">
        <w:t>o</w:t>
      </w:r>
      <w:r w:rsidR="00D40059">
        <w:t xml:space="preserve">nogramem plnění </w:t>
      </w:r>
      <w:r w:rsidRPr="00E82F66">
        <w:t xml:space="preserve">dle pokynů </w:t>
      </w:r>
      <w:r w:rsidR="00D40059">
        <w:t>Objednatele</w:t>
      </w:r>
      <w:r w:rsidRPr="00E82F66">
        <w:t xml:space="preserve"> s ohledem na provoz skladu</w:t>
      </w:r>
      <w:r w:rsidR="00D40059">
        <w:t xml:space="preserve"> pohonných hmot</w:t>
      </w:r>
      <w:r w:rsidRPr="00E82F6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E879AA" w:rsidRDefault="00E879AA" w:rsidP="00E879AA">
      <w:pPr>
        <w:pStyle w:val="Odstavec3"/>
        <w:numPr>
          <w:ilvl w:val="0"/>
          <w:numId w:val="0"/>
        </w:numPr>
        <w:ind w:left="1134"/>
      </w:pP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9811FB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</w:t>
      </w:r>
      <w:r w:rsidR="005C5D01" w:rsidRPr="009D3FC3">
        <w:rPr>
          <w:b/>
        </w:rPr>
        <w:t xml:space="preserve">,- Kč </w:t>
      </w:r>
      <w:r w:rsidR="00F26914" w:rsidRPr="00F26914">
        <w:t>(slovy:</w:t>
      </w:r>
      <w:r>
        <w:t xml:space="preserve"> …………………………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D40059" w:rsidRDefault="005C5D01" w:rsidP="00D40059">
      <w:pPr>
        <w:pStyle w:val="Odstavec2"/>
        <w:numPr>
          <w:ilvl w:val="1"/>
          <w:numId w:val="4"/>
        </w:numPr>
      </w:pPr>
      <w:r w:rsidRPr="005C5D01">
        <w:t>K Ceně díla bude při fakturaci připočtena DPH v zákonné výši.</w:t>
      </w:r>
    </w:p>
    <w:p w:rsidR="00D40059" w:rsidRPr="006042EA" w:rsidRDefault="00D40059" w:rsidP="00D40059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5C5D01" w:rsidRDefault="00D40059" w:rsidP="00D40059">
      <w:pPr>
        <w:pStyle w:val="Odstavec2"/>
        <w:numPr>
          <w:ilvl w:val="1"/>
          <w:numId w:val="4"/>
        </w:numPr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B03BEC">
        <w:t>…………………….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0" w:history="1">
        <w:r w:rsidRPr="006A6C32">
          <w:rPr>
            <w:rStyle w:val="Hypertextovodkaz"/>
            <w:u w:val="none"/>
          </w:rPr>
          <w:t>cepro_DF@ceproas.cz</w:t>
        </w:r>
      </w:hyperlink>
      <w:r w:rsidRPr="006A6C3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DC444D" w:rsidRDefault="00DC444D" w:rsidP="00DC444D">
      <w:pPr>
        <w:pStyle w:val="Odstavec2"/>
        <w:numPr>
          <w:ilvl w:val="0"/>
          <w:numId w:val="0"/>
        </w:numPr>
        <w:ind w:left="567"/>
      </w:pPr>
      <w:r>
        <w:t>Na faktuře bude uvedeno číslo objednávky 45000</w:t>
      </w:r>
      <w:r w:rsidR="00B03BEC">
        <w:t>…………</w:t>
      </w:r>
      <w:proofErr w:type="gramStart"/>
      <w:r w:rsidR="00B03BEC">
        <w:t>….</w:t>
      </w:r>
      <w:r>
        <w:t>.</w:t>
      </w:r>
      <w:proofErr w:type="gramEnd"/>
      <w:r>
        <w:t xml:space="preserve"> 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165A25" w:rsidP="00A657FF">
      <w:pPr>
        <w:pStyle w:val="Odstavec3"/>
      </w:pPr>
      <w:r>
        <w:t>revizní zpráv</w:t>
      </w:r>
      <w:r w:rsidR="00FD7774">
        <w:t>a</w:t>
      </w:r>
      <w:r>
        <w:t xml:space="preserve"> elektroinstalace po provedené opravě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B5118B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lastRenderedPageBreak/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Pr="009730B5" w:rsidRDefault="00216448" w:rsidP="00464CFF">
      <w:pPr>
        <w:pStyle w:val="Odstavec2"/>
      </w:pPr>
      <w:r w:rsidRPr="00216448">
        <w:t xml:space="preserve">Zhotovitel přijímá písemné reklamace vad na poštovní adrese: </w:t>
      </w:r>
      <w:r w:rsidR="007D3A2B">
        <w:t>………………………</w:t>
      </w:r>
      <w:proofErr w:type="gramStart"/>
      <w:r w:rsidR="007D3A2B">
        <w:t>…..</w:t>
      </w:r>
      <w:r w:rsidRPr="00216448">
        <w:t>nebo</w:t>
      </w:r>
      <w:proofErr w:type="gramEnd"/>
      <w:r w:rsidRPr="00216448">
        <w:t xml:space="preserve"> na e-mailové adrese:</w:t>
      </w:r>
      <w:r w:rsidR="007D3A2B">
        <w:t>……………………………..</w:t>
      </w:r>
      <w:r w:rsidRPr="00216448">
        <w:t xml:space="preserve">, na které přijímá nahlášení vad v pracovní dny v pracovní době </w:t>
      </w:r>
      <w:r w:rsidRPr="009730B5">
        <w:t xml:space="preserve">od </w:t>
      </w:r>
      <w:r w:rsidR="007D3A2B">
        <w:t>………..</w:t>
      </w:r>
      <w:r w:rsidRPr="009730B5">
        <w:t xml:space="preserve"> do </w:t>
      </w:r>
      <w:r w:rsidR="007D3A2B">
        <w:t>……………</w:t>
      </w:r>
      <w:r w:rsidRPr="009730B5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A10954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lastRenderedPageBreak/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10954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10954" w:rsidRPr="00655C3C" w:rsidRDefault="00A10954" w:rsidP="00A10954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E13DE" w:rsidRDefault="00CE13DE" w:rsidP="00CE13DE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A10954"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1" w:history="1">
        <w:r w:rsidRPr="00CD4EC2">
          <w:rPr>
            <w:rStyle w:val="Hypertextovodkaz"/>
          </w:rPr>
          <w:t>https://www.ceproas.cz/eticky-kodex</w:t>
        </w:r>
      </w:hyperlink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CE13DE" w:rsidRPr="00621C7C" w:rsidRDefault="00CE13DE" w:rsidP="00CE13DE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2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655C3C" w:rsidRDefault="0021315A" w:rsidP="008F257B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</w:t>
      </w:r>
      <w:r w:rsidR="006857A4" w:rsidRPr="006857A4">
        <w:lastRenderedPageBreak/>
        <w:t>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0B789B" w:rsidRDefault="000B789B" w:rsidP="000B789B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B789B" w:rsidRDefault="000B789B" w:rsidP="000B789B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B789B" w:rsidRDefault="000B789B" w:rsidP="000B789B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B789B" w:rsidRPr="002E0183" w:rsidRDefault="000B789B" w:rsidP="000B789B">
      <w:pPr>
        <w:pStyle w:val="Odstavec2"/>
      </w:pPr>
      <w:r>
        <w:t>Tato Smlouva není převoditelná rubopisem.</w:t>
      </w:r>
    </w:p>
    <w:p w:rsidR="000B789B" w:rsidRPr="002E0183" w:rsidRDefault="000B789B" w:rsidP="000B789B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B789B" w:rsidRPr="002E0183" w:rsidRDefault="000B789B" w:rsidP="000B789B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B789B" w:rsidRPr="002E0183" w:rsidRDefault="000B789B" w:rsidP="000B789B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0B789B" w:rsidRDefault="000B789B" w:rsidP="000B789B">
      <w:pPr>
        <w:pStyle w:val="Odstavec3"/>
      </w:pPr>
      <w:r>
        <w:t xml:space="preserve">VOP jsou uveřejněna na adrese </w:t>
      </w:r>
      <w:hyperlink r:id="rId13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</w:p>
    <w:p w:rsidR="0021315A" w:rsidRDefault="0018446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  <w:t>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F0254B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sectPr w:rsidR="00F0254B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23" w:rsidRDefault="00F61823">
      <w:r>
        <w:separator/>
      </w:r>
    </w:p>
  </w:endnote>
  <w:endnote w:type="continuationSeparator" w:id="0">
    <w:p w:rsidR="00F61823" w:rsidRDefault="00F6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285CFB6" wp14:editId="527E37E8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A1798D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A1798D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23" w:rsidRDefault="00F61823">
      <w:r>
        <w:separator/>
      </w:r>
    </w:p>
  </w:footnote>
  <w:footnote w:type="continuationSeparator" w:id="0">
    <w:p w:rsidR="00F61823" w:rsidRDefault="00F61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65A83"/>
    <w:rsid w:val="0007144A"/>
    <w:rsid w:val="00075F35"/>
    <w:rsid w:val="000A28F2"/>
    <w:rsid w:val="000B789B"/>
    <w:rsid w:val="000C04EF"/>
    <w:rsid w:val="000D19D8"/>
    <w:rsid w:val="000E16A0"/>
    <w:rsid w:val="000E447C"/>
    <w:rsid w:val="000F2F08"/>
    <w:rsid w:val="000F557C"/>
    <w:rsid w:val="00122684"/>
    <w:rsid w:val="001265C5"/>
    <w:rsid w:val="00151225"/>
    <w:rsid w:val="001651CE"/>
    <w:rsid w:val="00165A25"/>
    <w:rsid w:val="00176B5F"/>
    <w:rsid w:val="00184468"/>
    <w:rsid w:val="00197EB3"/>
    <w:rsid w:val="001B5C0B"/>
    <w:rsid w:val="001E406E"/>
    <w:rsid w:val="00204984"/>
    <w:rsid w:val="00207437"/>
    <w:rsid w:val="0021315A"/>
    <w:rsid w:val="00216448"/>
    <w:rsid w:val="00225234"/>
    <w:rsid w:val="00245CA9"/>
    <w:rsid w:val="002525FB"/>
    <w:rsid w:val="00260A80"/>
    <w:rsid w:val="00280022"/>
    <w:rsid w:val="00283D22"/>
    <w:rsid w:val="00297090"/>
    <w:rsid w:val="002E07B4"/>
    <w:rsid w:val="002E16FB"/>
    <w:rsid w:val="002F1B3A"/>
    <w:rsid w:val="002F6183"/>
    <w:rsid w:val="00304C2B"/>
    <w:rsid w:val="00316F94"/>
    <w:rsid w:val="0031724E"/>
    <w:rsid w:val="0033693D"/>
    <w:rsid w:val="00353CCB"/>
    <w:rsid w:val="00361B1A"/>
    <w:rsid w:val="00362AD8"/>
    <w:rsid w:val="00363594"/>
    <w:rsid w:val="00381568"/>
    <w:rsid w:val="00383195"/>
    <w:rsid w:val="00384DDC"/>
    <w:rsid w:val="003A74EE"/>
    <w:rsid w:val="003B595E"/>
    <w:rsid w:val="003C6E40"/>
    <w:rsid w:val="003D6507"/>
    <w:rsid w:val="003E74EF"/>
    <w:rsid w:val="003F629A"/>
    <w:rsid w:val="00407CE0"/>
    <w:rsid w:val="00412E2D"/>
    <w:rsid w:val="00423DC0"/>
    <w:rsid w:val="00435D9F"/>
    <w:rsid w:val="00464CFF"/>
    <w:rsid w:val="0047263C"/>
    <w:rsid w:val="0048481F"/>
    <w:rsid w:val="00492F27"/>
    <w:rsid w:val="00494CA6"/>
    <w:rsid w:val="00496072"/>
    <w:rsid w:val="00497954"/>
    <w:rsid w:val="004B1598"/>
    <w:rsid w:val="004F5000"/>
    <w:rsid w:val="00517983"/>
    <w:rsid w:val="00521903"/>
    <w:rsid w:val="00521FE0"/>
    <w:rsid w:val="00524F35"/>
    <w:rsid w:val="005555DE"/>
    <w:rsid w:val="00562929"/>
    <w:rsid w:val="00567199"/>
    <w:rsid w:val="00581196"/>
    <w:rsid w:val="005A05E9"/>
    <w:rsid w:val="005C5D01"/>
    <w:rsid w:val="005D1C50"/>
    <w:rsid w:val="006000DB"/>
    <w:rsid w:val="00620E8F"/>
    <w:rsid w:val="0063119A"/>
    <w:rsid w:val="00635D66"/>
    <w:rsid w:val="00644575"/>
    <w:rsid w:val="00650BD2"/>
    <w:rsid w:val="00651742"/>
    <w:rsid w:val="00655C3C"/>
    <w:rsid w:val="00661FDA"/>
    <w:rsid w:val="00677D18"/>
    <w:rsid w:val="006833FC"/>
    <w:rsid w:val="006857A4"/>
    <w:rsid w:val="006925D4"/>
    <w:rsid w:val="006A3DED"/>
    <w:rsid w:val="006A6C32"/>
    <w:rsid w:val="006E1876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B0C02"/>
    <w:rsid w:val="007B1761"/>
    <w:rsid w:val="007B36A0"/>
    <w:rsid w:val="007D3A2B"/>
    <w:rsid w:val="007F3FC6"/>
    <w:rsid w:val="00810395"/>
    <w:rsid w:val="00847822"/>
    <w:rsid w:val="00861CFF"/>
    <w:rsid w:val="008A5C94"/>
    <w:rsid w:val="008E1CB9"/>
    <w:rsid w:val="008F257B"/>
    <w:rsid w:val="008F48B5"/>
    <w:rsid w:val="008F4DE7"/>
    <w:rsid w:val="00907033"/>
    <w:rsid w:val="0093362E"/>
    <w:rsid w:val="009413F1"/>
    <w:rsid w:val="00954C35"/>
    <w:rsid w:val="0097101E"/>
    <w:rsid w:val="009730B5"/>
    <w:rsid w:val="009811FB"/>
    <w:rsid w:val="00986F82"/>
    <w:rsid w:val="009A0F9B"/>
    <w:rsid w:val="009B093D"/>
    <w:rsid w:val="009B3AB1"/>
    <w:rsid w:val="009B58D8"/>
    <w:rsid w:val="009C6A0D"/>
    <w:rsid w:val="009D3FC3"/>
    <w:rsid w:val="009D6EF6"/>
    <w:rsid w:val="00A10954"/>
    <w:rsid w:val="00A1798D"/>
    <w:rsid w:val="00A2045C"/>
    <w:rsid w:val="00A30B5F"/>
    <w:rsid w:val="00A657FF"/>
    <w:rsid w:val="00A83719"/>
    <w:rsid w:val="00A86364"/>
    <w:rsid w:val="00A91574"/>
    <w:rsid w:val="00AE3CC7"/>
    <w:rsid w:val="00AF48B1"/>
    <w:rsid w:val="00AF68B0"/>
    <w:rsid w:val="00B013E2"/>
    <w:rsid w:val="00B03BEC"/>
    <w:rsid w:val="00B05A0F"/>
    <w:rsid w:val="00B20BE0"/>
    <w:rsid w:val="00B35620"/>
    <w:rsid w:val="00B4028E"/>
    <w:rsid w:val="00B5118B"/>
    <w:rsid w:val="00B54C39"/>
    <w:rsid w:val="00B9564E"/>
    <w:rsid w:val="00B956EE"/>
    <w:rsid w:val="00B96459"/>
    <w:rsid w:val="00BA556D"/>
    <w:rsid w:val="00BA59A8"/>
    <w:rsid w:val="00BB57AC"/>
    <w:rsid w:val="00BC5234"/>
    <w:rsid w:val="00BE18A9"/>
    <w:rsid w:val="00BE2E82"/>
    <w:rsid w:val="00C25681"/>
    <w:rsid w:val="00C30C61"/>
    <w:rsid w:val="00C30D59"/>
    <w:rsid w:val="00C43689"/>
    <w:rsid w:val="00C54526"/>
    <w:rsid w:val="00C9453E"/>
    <w:rsid w:val="00C962BE"/>
    <w:rsid w:val="00CD1BFE"/>
    <w:rsid w:val="00CD2448"/>
    <w:rsid w:val="00CD5335"/>
    <w:rsid w:val="00CE13DE"/>
    <w:rsid w:val="00D018E8"/>
    <w:rsid w:val="00D02E43"/>
    <w:rsid w:val="00D16993"/>
    <w:rsid w:val="00D17CE0"/>
    <w:rsid w:val="00D17EC0"/>
    <w:rsid w:val="00D40059"/>
    <w:rsid w:val="00D600AD"/>
    <w:rsid w:val="00D75A61"/>
    <w:rsid w:val="00DC444D"/>
    <w:rsid w:val="00DD57F1"/>
    <w:rsid w:val="00DD6392"/>
    <w:rsid w:val="00DD6CED"/>
    <w:rsid w:val="00DF384A"/>
    <w:rsid w:val="00E00091"/>
    <w:rsid w:val="00E01835"/>
    <w:rsid w:val="00E25DA9"/>
    <w:rsid w:val="00E26075"/>
    <w:rsid w:val="00E322F9"/>
    <w:rsid w:val="00E33C6F"/>
    <w:rsid w:val="00E35EEE"/>
    <w:rsid w:val="00E44CD0"/>
    <w:rsid w:val="00E66BD1"/>
    <w:rsid w:val="00E66C0B"/>
    <w:rsid w:val="00E849D8"/>
    <w:rsid w:val="00E852B7"/>
    <w:rsid w:val="00E879AA"/>
    <w:rsid w:val="00E9330E"/>
    <w:rsid w:val="00EA0733"/>
    <w:rsid w:val="00EA3690"/>
    <w:rsid w:val="00EC0C53"/>
    <w:rsid w:val="00EC614C"/>
    <w:rsid w:val="00EE7142"/>
    <w:rsid w:val="00F02469"/>
    <w:rsid w:val="00F0254B"/>
    <w:rsid w:val="00F11D0D"/>
    <w:rsid w:val="00F21D61"/>
    <w:rsid w:val="00F26914"/>
    <w:rsid w:val="00F27CC1"/>
    <w:rsid w:val="00F60799"/>
    <w:rsid w:val="00F61823"/>
    <w:rsid w:val="00F954BD"/>
    <w:rsid w:val="00F96627"/>
    <w:rsid w:val="00FA635E"/>
    <w:rsid w:val="00FC188C"/>
    <w:rsid w:val="00FD47C2"/>
    <w:rsid w:val="00FD7774"/>
    <w:rsid w:val="00FE4D08"/>
    <w:rsid w:val="00FE693D"/>
    <w:rsid w:val="00FF2BD2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&#237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CF4A-37D0-4980-B4A1-52CBE007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18</TotalTime>
  <Pages>7</Pages>
  <Words>3018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7</cp:revision>
  <cp:lastPrinted>2015-01-22T10:20:00Z</cp:lastPrinted>
  <dcterms:created xsi:type="dcterms:W3CDTF">2015-01-22T08:23:00Z</dcterms:created>
  <dcterms:modified xsi:type="dcterms:W3CDTF">2015-01-22T11:16:00Z</dcterms:modified>
</cp:coreProperties>
</file>